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3569A1" w14:paraId="322A3949" w14:textId="77777777" w:rsidTr="00AA3D33">
        <w:tc>
          <w:tcPr>
            <w:tcW w:w="2689" w:type="dxa"/>
          </w:tcPr>
          <w:p w14:paraId="7999EC8C" w14:textId="0F8F6E43" w:rsidR="003569A1" w:rsidRPr="003569A1" w:rsidRDefault="003569A1" w:rsidP="003569A1">
            <w:pPr>
              <w:pStyle w:val="SIText"/>
            </w:pPr>
            <w:r w:rsidRPr="00CC451E">
              <w:t>Release</w:t>
            </w:r>
            <w:r w:rsidRPr="003569A1">
              <w:t xml:space="preserve"> </w:t>
            </w:r>
            <w:r>
              <w:t>2</w:t>
            </w:r>
          </w:p>
        </w:tc>
        <w:tc>
          <w:tcPr>
            <w:tcW w:w="6939" w:type="dxa"/>
          </w:tcPr>
          <w:p w14:paraId="2114B32B" w14:textId="02B46F0E" w:rsidR="003569A1" w:rsidRPr="003569A1" w:rsidRDefault="003569A1" w:rsidP="00A3687B">
            <w:pPr>
              <w:pStyle w:val="SIText"/>
            </w:pPr>
            <w:r w:rsidRPr="00903631">
              <w:t xml:space="preserve">This version released with AHC Agriculture, Horticulture and Conservation and Land Management Training Package Version </w:t>
            </w:r>
            <w:r>
              <w:rPr>
                <w:rStyle w:val="SITemporaryText-blue"/>
              </w:rPr>
              <w:t>X</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744F0FF2" w:rsidR="00F1480E" w:rsidRPr="005404CB" w:rsidRDefault="00A3135C" w:rsidP="005404CB">
            <w:pPr>
              <w:pStyle w:val="SIUNITCODE"/>
            </w:pPr>
            <w:r>
              <w:t>AHCPER</w:t>
            </w:r>
            <w:r w:rsidR="005A6296">
              <w:t>2</w:t>
            </w:r>
            <w:r w:rsidR="0079402C">
              <w:t>1</w:t>
            </w:r>
            <w:r w:rsidR="0068453C">
              <w:t>5</w:t>
            </w:r>
          </w:p>
        </w:tc>
        <w:tc>
          <w:tcPr>
            <w:tcW w:w="3604" w:type="pct"/>
            <w:shd w:val="clear" w:color="auto" w:fill="auto"/>
          </w:tcPr>
          <w:p w14:paraId="01D80964" w14:textId="38D560C1" w:rsidR="00F1480E" w:rsidRPr="005404CB" w:rsidRDefault="0068453C" w:rsidP="005404CB">
            <w:pPr>
              <w:pStyle w:val="SIUnittitle"/>
            </w:pPr>
            <w:r w:rsidRPr="0068453C">
              <w:t>Assist with garden soil health and plant nutrition</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52F9A902" w14:textId="77777777" w:rsidR="0068453C" w:rsidRPr="0068453C" w:rsidRDefault="0068453C" w:rsidP="0068453C">
            <w:pPr>
              <w:pStyle w:val="SIText"/>
            </w:pPr>
            <w:r w:rsidRPr="0068453C">
              <w:t>This unit of competency describes the skills and knowledge required to assist with garden soil health and plant nutrition using simple methods and without costly equipment. It requires knowledge of simple soil testing techniques and how to improve soil health and plant nutrition organically.</w:t>
            </w:r>
          </w:p>
          <w:p w14:paraId="382BE691" w14:textId="77777777" w:rsidR="0068453C" w:rsidRPr="0068453C" w:rsidRDefault="0068453C" w:rsidP="0068453C">
            <w:pPr>
              <w:pStyle w:val="SIText"/>
            </w:pPr>
          </w:p>
          <w:p w14:paraId="07392537" w14:textId="09F8D5C3" w:rsidR="0068453C" w:rsidRPr="0068453C" w:rsidRDefault="003569A1" w:rsidP="0068453C">
            <w:pPr>
              <w:pStyle w:val="SIText"/>
            </w:pPr>
            <w:r>
              <w:t>The</w:t>
            </w:r>
            <w:r w:rsidRPr="0068453C">
              <w:t xml:space="preserve"> </w:t>
            </w:r>
            <w:r w:rsidR="0068453C" w:rsidRPr="0068453C">
              <w:t>unit applies to individuals who work under general supervision and exercise limited autonomy with some accountability for their own work. They undertake defined activities and work in a structured context.</w:t>
            </w:r>
          </w:p>
          <w:p w14:paraId="36556EF8" w14:textId="77777777" w:rsidR="0068453C" w:rsidRPr="0068453C" w:rsidRDefault="0068453C" w:rsidP="0068453C">
            <w:pPr>
              <w:pStyle w:val="SIText"/>
            </w:pPr>
          </w:p>
          <w:p w14:paraId="22C15BCD" w14:textId="2818814C" w:rsidR="00373436" w:rsidRPr="000754EC" w:rsidRDefault="0068453C" w:rsidP="00A3687B">
            <w:pPr>
              <w:pStyle w:val="SIText"/>
            </w:pPr>
            <w:r w:rsidRPr="0068453C">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68453C" w:rsidRPr="00963A46" w14:paraId="7DB7C384" w14:textId="77777777" w:rsidTr="00CA2922">
        <w:trPr>
          <w:cantSplit/>
        </w:trPr>
        <w:tc>
          <w:tcPr>
            <w:tcW w:w="1396" w:type="pct"/>
            <w:shd w:val="clear" w:color="auto" w:fill="auto"/>
          </w:tcPr>
          <w:p w14:paraId="44EC0F01" w14:textId="5643836E" w:rsidR="0068453C" w:rsidRPr="0068453C" w:rsidRDefault="0068453C" w:rsidP="0068453C">
            <w:pPr>
              <w:pStyle w:val="SIText"/>
            </w:pPr>
            <w:r w:rsidRPr="0068453C">
              <w:t>1. Undertake simple soil assessment tests</w:t>
            </w:r>
          </w:p>
        </w:tc>
        <w:tc>
          <w:tcPr>
            <w:tcW w:w="3604" w:type="pct"/>
            <w:shd w:val="clear" w:color="auto" w:fill="auto"/>
          </w:tcPr>
          <w:p w14:paraId="1F556435" w14:textId="4F2501A6" w:rsidR="0068453C" w:rsidRPr="0068453C" w:rsidRDefault="0068453C" w:rsidP="0068453C">
            <w:r w:rsidRPr="0068453C">
              <w:t xml:space="preserve">1.1 </w:t>
            </w:r>
            <w:r w:rsidR="00CC1E1C">
              <w:t>Collect and p</w:t>
            </w:r>
            <w:r w:rsidRPr="0068453C">
              <w:t>repare soil samples for testing</w:t>
            </w:r>
            <w:r w:rsidR="00CC1E1C">
              <w:t xml:space="preserve"> according to instructions</w:t>
            </w:r>
          </w:p>
          <w:p w14:paraId="21F29FF3" w14:textId="62604071" w:rsidR="00CC1E1C" w:rsidRDefault="0068453C" w:rsidP="00CC1E1C">
            <w:r w:rsidRPr="0068453C">
              <w:t xml:space="preserve">1.2 </w:t>
            </w:r>
            <w:r w:rsidR="00011B1D">
              <w:t>Determine basic</w:t>
            </w:r>
            <w:r w:rsidRPr="0068453C">
              <w:t xml:space="preserve"> soil </w:t>
            </w:r>
            <w:r w:rsidR="00BE7016">
              <w:t>characteristics and health</w:t>
            </w:r>
            <w:r w:rsidR="00BE7016" w:rsidRPr="0068453C">
              <w:t xml:space="preserve"> </w:t>
            </w:r>
            <w:r w:rsidRPr="0068453C">
              <w:t xml:space="preserve">using </w:t>
            </w:r>
            <w:r w:rsidR="00011B1D">
              <w:t>field test techniques</w:t>
            </w:r>
          </w:p>
          <w:p w14:paraId="4B044429" w14:textId="0FE3C9B2" w:rsidR="0068453C" w:rsidRPr="0068453C" w:rsidRDefault="0068453C" w:rsidP="00A3687B">
            <w:r w:rsidRPr="0068453C">
              <w:t xml:space="preserve">1.3 </w:t>
            </w:r>
            <w:r w:rsidR="00BE7016">
              <w:t>Observe and a</w:t>
            </w:r>
            <w:r w:rsidR="00011B1D">
              <w:t xml:space="preserve">ssess basic soil conditions from plant </w:t>
            </w:r>
            <w:r w:rsidR="00BE7016">
              <w:t xml:space="preserve">growth and </w:t>
            </w:r>
            <w:r w:rsidR="00011B1D">
              <w:t>health</w:t>
            </w:r>
            <w:r w:rsidR="00BE7016">
              <w:t xml:space="preserve"> characteristics</w:t>
            </w:r>
          </w:p>
        </w:tc>
      </w:tr>
      <w:tr w:rsidR="0068453C" w:rsidRPr="00963A46" w14:paraId="3F89A880" w14:textId="77777777" w:rsidTr="00CA2922">
        <w:trPr>
          <w:cantSplit/>
        </w:trPr>
        <w:tc>
          <w:tcPr>
            <w:tcW w:w="1396" w:type="pct"/>
            <w:shd w:val="clear" w:color="auto" w:fill="auto"/>
          </w:tcPr>
          <w:p w14:paraId="0DD48B01" w14:textId="70955CF1" w:rsidR="0068453C" w:rsidRPr="0068453C" w:rsidRDefault="0068453C" w:rsidP="0068453C">
            <w:pPr>
              <w:pStyle w:val="SIText"/>
            </w:pPr>
            <w:r w:rsidRPr="0068453C">
              <w:t xml:space="preserve">2. </w:t>
            </w:r>
            <w:r w:rsidR="00B16F18">
              <w:t>Apply</w:t>
            </w:r>
            <w:r w:rsidRPr="0068453C">
              <w:t xml:space="preserve"> </w:t>
            </w:r>
            <w:r w:rsidR="00B16F18">
              <w:t>approved</w:t>
            </w:r>
            <w:r w:rsidRPr="0068453C">
              <w:t xml:space="preserve"> organic </w:t>
            </w:r>
            <w:r w:rsidR="00B16F18">
              <w:t>soil supplements</w:t>
            </w:r>
            <w:r w:rsidRPr="0068453C">
              <w:t xml:space="preserve"> to improve soil</w:t>
            </w:r>
          </w:p>
        </w:tc>
        <w:tc>
          <w:tcPr>
            <w:tcW w:w="3604" w:type="pct"/>
            <w:shd w:val="clear" w:color="auto" w:fill="auto"/>
          </w:tcPr>
          <w:p w14:paraId="616FC057" w14:textId="681EDF25" w:rsidR="0068453C" w:rsidRPr="0068453C" w:rsidRDefault="0068453C" w:rsidP="0068453C">
            <w:r w:rsidRPr="0068453C">
              <w:t xml:space="preserve">2.1 </w:t>
            </w:r>
            <w:r w:rsidR="00B16F18">
              <w:t>Identify probable</w:t>
            </w:r>
            <w:r w:rsidRPr="0068453C">
              <w:t xml:space="preserve"> soil improvement</w:t>
            </w:r>
            <w:r w:rsidR="00B16F18">
              <w:t xml:space="preserve"> needs from tests</w:t>
            </w:r>
            <w:r w:rsidRPr="0068453C">
              <w:t xml:space="preserve"> and </w:t>
            </w:r>
            <w:r w:rsidR="00B16F18">
              <w:t>confirm with supervisor</w:t>
            </w:r>
          </w:p>
          <w:p w14:paraId="158A76BE" w14:textId="77777777" w:rsidR="0068453C" w:rsidRPr="0068453C" w:rsidRDefault="0068453C" w:rsidP="0068453C">
            <w:r w:rsidRPr="0068453C">
              <w:t xml:space="preserve">2.2 </w:t>
            </w:r>
            <w:r w:rsidR="00B16F18">
              <w:t>Apply</w:t>
            </w:r>
            <w:r w:rsidRPr="0068453C">
              <w:t xml:space="preserve"> </w:t>
            </w:r>
            <w:r w:rsidR="00B16F18">
              <w:t>soil supplements to improve soil condition according to supervisor instructions and permaculture principles</w:t>
            </w:r>
          </w:p>
          <w:p w14:paraId="1732BEB9" w14:textId="0363789E" w:rsidR="0068453C" w:rsidRPr="0068453C" w:rsidRDefault="0068453C" w:rsidP="0068453C">
            <w:r w:rsidRPr="0068453C">
              <w:t>2.3 Use p</w:t>
            </w:r>
            <w:r w:rsidR="00B16F18">
              <w:t xml:space="preserve">ermaculture </w:t>
            </w:r>
            <w:r w:rsidRPr="0068453C">
              <w:t>planting techniques to improve soils and plant nutrition</w:t>
            </w:r>
          </w:p>
          <w:p w14:paraId="2B00249F" w14:textId="1A1707A3" w:rsidR="0068453C" w:rsidRPr="0068453C" w:rsidRDefault="0068453C" w:rsidP="0068453C">
            <w:pPr>
              <w:pStyle w:val="SIText"/>
            </w:pPr>
            <w:r w:rsidRPr="0068453C">
              <w:t xml:space="preserve">2.4 </w:t>
            </w:r>
            <w:r w:rsidR="00B16F18">
              <w:t>Apply</w:t>
            </w:r>
            <w:r w:rsidRPr="0068453C">
              <w:t xml:space="preserve"> mulch to maintain moisture and discourage unwanted growth</w:t>
            </w:r>
            <w:r w:rsidR="00B16F18">
              <w:t xml:space="preserve"> according to workplace procedures</w:t>
            </w:r>
          </w:p>
        </w:tc>
      </w:tr>
      <w:tr w:rsidR="0068453C" w:rsidRPr="00963A46" w14:paraId="629DE035" w14:textId="77777777" w:rsidTr="00CA2922">
        <w:trPr>
          <w:cantSplit/>
        </w:trPr>
        <w:tc>
          <w:tcPr>
            <w:tcW w:w="1396" w:type="pct"/>
            <w:shd w:val="clear" w:color="auto" w:fill="auto"/>
          </w:tcPr>
          <w:p w14:paraId="7538BC0F" w14:textId="195386A3" w:rsidR="0068453C" w:rsidRPr="0068453C" w:rsidRDefault="0068453C" w:rsidP="0068453C">
            <w:pPr>
              <w:pStyle w:val="SIText"/>
            </w:pPr>
            <w:r w:rsidRPr="0068453C">
              <w:t>3. Monitor soil health</w:t>
            </w:r>
          </w:p>
        </w:tc>
        <w:tc>
          <w:tcPr>
            <w:tcW w:w="3604" w:type="pct"/>
            <w:shd w:val="clear" w:color="auto" w:fill="auto"/>
          </w:tcPr>
          <w:p w14:paraId="02281F7E" w14:textId="191515B4" w:rsidR="0068453C" w:rsidRPr="0068453C" w:rsidRDefault="0068453C" w:rsidP="0068453C">
            <w:r w:rsidRPr="0068453C">
              <w:t xml:space="preserve">3.1 Monitor soil </w:t>
            </w:r>
            <w:r w:rsidR="004E4D2E">
              <w:t xml:space="preserve">health </w:t>
            </w:r>
            <w:r w:rsidR="00B7233C">
              <w:t xml:space="preserve">and moisture </w:t>
            </w:r>
            <w:r w:rsidR="009D75BE">
              <w:t>according to workplace procedures</w:t>
            </w:r>
          </w:p>
          <w:p w14:paraId="16D1A3C6" w14:textId="5A9A3A25" w:rsidR="0068453C" w:rsidRDefault="0068453C" w:rsidP="0068453C">
            <w:r w:rsidRPr="0068453C">
              <w:t>3.</w:t>
            </w:r>
            <w:r w:rsidR="00B7233C">
              <w:t>2</w:t>
            </w:r>
            <w:r w:rsidRPr="0068453C">
              <w:t xml:space="preserve"> </w:t>
            </w:r>
            <w:r w:rsidR="00B50558">
              <w:t xml:space="preserve">Monitor </w:t>
            </w:r>
            <w:r w:rsidR="00B7233C">
              <w:t>use</w:t>
            </w:r>
            <w:r w:rsidR="00B50558">
              <w:t xml:space="preserve"> of</w:t>
            </w:r>
            <w:r w:rsidRPr="0068453C">
              <w:t xml:space="preserve"> re</w:t>
            </w:r>
            <w:r w:rsidR="006A013C">
              <w:t xml:space="preserve">claimed </w:t>
            </w:r>
            <w:r w:rsidRPr="0068453C">
              <w:t>water</w:t>
            </w:r>
            <w:r w:rsidR="00B50558">
              <w:t xml:space="preserve"> for </w:t>
            </w:r>
            <w:r w:rsidR="004E4D2E">
              <w:t>signs of toxicity according to supervisor instructions</w:t>
            </w:r>
          </w:p>
          <w:p w14:paraId="042BEE1A" w14:textId="29D2B8C5" w:rsidR="004E4D2E" w:rsidRPr="0068453C" w:rsidRDefault="00B7233C" w:rsidP="0068453C">
            <w:r>
              <w:t>3.3</w:t>
            </w:r>
            <w:r w:rsidR="004E4D2E">
              <w:t xml:space="preserve"> Conduct observations for signs of problems</w:t>
            </w:r>
            <w:r w:rsidR="00240853">
              <w:t xml:space="preserve"> in plant health</w:t>
            </w:r>
            <w:r>
              <w:t xml:space="preserve"> </w:t>
            </w:r>
          </w:p>
          <w:p w14:paraId="0FCCDC7F" w14:textId="0AE23218" w:rsidR="004E4D2E" w:rsidRDefault="0068453C" w:rsidP="0068453C">
            <w:r w:rsidRPr="0068453C">
              <w:t>3.</w:t>
            </w:r>
            <w:r w:rsidR="00B7233C">
              <w:t>4</w:t>
            </w:r>
            <w:r w:rsidRPr="0068453C">
              <w:t xml:space="preserve"> </w:t>
            </w:r>
            <w:r w:rsidR="004E4D2E">
              <w:t xml:space="preserve">Conduct basic tests </w:t>
            </w:r>
            <w:r w:rsidRPr="0068453C">
              <w:t xml:space="preserve">for </w:t>
            </w:r>
            <w:r w:rsidR="004E4D2E">
              <w:t xml:space="preserve">soil health where </w:t>
            </w:r>
            <w:r w:rsidR="00B7233C">
              <w:t>signs</w:t>
            </w:r>
            <w:r w:rsidR="00240853">
              <w:t xml:space="preserve"> are found</w:t>
            </w:r>
          </w:p>
          <w:p w14:paraId="18BDCA7A" w14:textId="22A874A0" w:rsidR="00F62B7B" w:rsidRDefault="00B7233C" w:rsidP="00A3687B">
            <w:r>
              <w:t>3.5</w:t>
            </w:r>
            <w:r w:rsidR="004E4D2E">
              <w:t xml:space="preserve"> </w:t>
            </w:r>
            <w:r w:rsidR="00240853">
              <w:t>Report observations and</w:t>
            </w:r>
            <w:r w:rsidR="006A013C">
              <w:t xml:space="preserve"> basic</w:t>
            </w:r>
            <w:r w:rsidR="00240853">
              <w:t xml:space="preserve"> test results to supervisor </w:t>
            </w:r>
          </w:p>
          <w:p w14:paraId="1C93868F" w14:textId="20F21E20" w:rsidR="0068453C" w:rsidRPr="0068453C" w:rsidRDefault="0068453C">
            <w:r w:rsidRPr="0068453C">
              <w:t>3.</w:t>
            </w:r>
            <w:r w:rsidR="00B7233C">
              <w:t>6</w:t>
            </w:r>
            <w:r w:rsidRPr="0068453C">
              <w:t xml:space="preserve"> </w:t>
            </w:r>
            <w:r w:rsidR="00B7233C">
              <w:t>R</w:t>
            </w:r>
            <w:r w:rsidR="004E4D2E">
              <w:t xml:space="preserve">ecord </w:t>
            </w:r>
            <w:r w:rsidRPr="0068453C">
              <w:t>soil improvement a</w:t>
            </w:r>
            <w:r w:rsidR="00240853">
              <w:t>ctivity</w:t>
            </w:r>
            <w:r w:rsidR="00BE7016">
              <w:t xml:space="preserve"> according to workplace procedures</w:t>
            </w:r>
          </w:p>
        </w:tc>
      </w:tr>
    </w:tbl>
    <w:p w14:paraId="0A6E9C8C" w14:textId="77777777" w:rsidR="005F771F" w:rsidRDefault="005F771F" w:rsidP="005F771F">
      <w:pPr>
        <w:pStyle w:val="SIText"/>
      </w:pPr>
    </w:p>
    <w:p w14:paraId="50784BCC" w14:textId="77777777" w:rsidR="005F771F" w:rsidRPr="000754EC" w:rsidRDefault="005F771F" w:rsidP="000754EC">
      <w:r>
        <w:br w:type="page"/>
      </w:r>
    </w:p>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1480E" w:rsidRPr="00336FCA" w:rsidDel="00423CB2" w14:paraId="3ECB7353" w14:textId="77777777" w:rsidTr="00CA2922">
        <w:trPr>
          <w:tblHeader/>
        </w:trPr>
        <w:tc>
          <w:tcPr>
            <w:tcW w:w="5000" w:type="pct"/>
          </w:tcPr>
          <w:p w14:paraId="61D2B99B" w14:textId="77777777" w:rsidR="00F1480E" w:rsidRPr="005404CB" w:rsidRDefault="00FD557D" w:rsidP="005404CB">
            <w:pPr>
              <w:pStyle w:val="SIHeading2"/>
            </w:pPr>
            <w:r w:rsidRPr="00041E59">
              <w:t>F</w:t>
            </w:r>
            <w:r w:rsidRPr="005404CB">
              <w:t>oundation Skills</w:t>
            </w:r>
          </w:p>
          <w:p w14:paraId="1CBF201F" w14:textId="77777777" w:rsidR="00F1480E"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p w14:paraId="6C2767F1" w14:textId="77777777" w:rsidR="009D75BE" w:rsidRPr="005404CB" w:rsidRDefault="009D75BE" w:rsidP="005404CB">
            <w:pPr>
              <w:rPr>
                <w:rStyle w:val="SIText-Italic"/>
                <w:rFonts w:eastAsiaTheme="majorEastAsia"/>
              </w:rPr>
            </w:pPr>
          </w:p>
        </w:tc>
      </w:tr>
      <w:tr w:rsidR="009D75BE" w:rsidRPr="00336FCA" w:rsidDel="00423CB2" w14:paraId="1952BECD" w14:textId="77777777" w:rsidTr="009D75BE">
        <w:tc>
          <w:tcPr>
            <w:tcW w:w="5000" w:type="pct"/>
          </w:tcPr>
          <w:p w14:paraId="775880D1" w14:textId="449301F5" w:rsidR="009D75BE" w:rsidRPr="005404CB" w:rsidRDefault="009D75BE" w:rsidP="00692EC8">
            <w:pPr>
              <w:pStyle w:val="SIBulletList1"/>
              <w:numPr>
                <w:ilvl w:val="0"/>
                <w:numId w:val="0"/>
              </w:numPr>
              <w:ind w:left="357"/>
            </w:pPr>
            <w:r w:rsidRPr="00692EC8">
              <w:t>Foundation Skills essential to performance are explicit in the performance criteria of this unit of competency.</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2FC18FAB" w14:textId="77777777" w:rsidR="00041E59" w:rsidRDefault="003569A1" w:rsidP="005404CB">
            <w:pPr>
              <w:pStyle w:val="SIText"/>
            </w:pPr>
            <w:r w:rsidRPr="003569A1">
              <w:t>AHCPER215 Assist with garden soil health and plant nutrition</w:t>
            </w:r>
          </w:p>
          <w:p w14:paraId="18ED5BE1" w14:textId="429FE2B5" w:rsidR="0053331D" w:rsidRPr="005404CB" w:rsidRDefault="0053331D" w:rsidP="005404CB">
            <w:pPr>
              <w:pStyle w:val="SIText"/>
            </w:pPr>
            <w:r>
              <w:t>Release 2</w:t>
            </w:r>
          </w:p>
        </w:tc>
        <w:tc>
          <w:tcPr>
            <w:tcW w:w="1105" w:type="pct"/>
          </w:tcPr>
          <w:p w14:paraId="0AC90609" w14:textId="77777777" w:rsidR="00041E59" w:rsidRDefault="003569A1" w:rsidP="005404CB">
            <w:pPr>
              <w:pStyle w:val="SIText"/>
            </w:pPr>
            <w:r w:rsidRPr="003569A1">
              <w:t>AHCPER215 Assist with garden soil health and plant nutrition</w:t>
            </w:r>
          </w:p>
          <w:p w14:paraId="64EA7AE3" w14:textId="5FCB4902" w:rsidR="0053331D" w:rsidRPr="005404CB" w:rsidRDefault="0053331D" w:rsidP="005404CB">
            <w:pPr>
              <w:pStyle w:val="SIText"/>
            </w:pPr>
            <w:r>
              <w:t>Release 1</w:t>
            </w:r>
          </w:p>
        </w:tc>
        <w:tc>
          <w:tcPr>
            <w:tcW w:w="1251" w:type="pct"/>
          </w:tcPr>
          <w:p w14:paraId="3E031D32" w14:textId="7955F16F" w:rsidR="00041E59" w:rsidRPr="005404CB" w:rsidRDefault="003569A1" w:rsidP="00A3687B">
            <w:pPr>
              <w:pStyle w:val="SIText"/>
            </w:pPr>
            <w:r>
              <w:t>Minor changes to Application, Elements and Performance Criteria for clarity and to better reflect AQF level</w:t>
            </w:r>
          </w:p>
        </w:tc>
        <w:tc>
          <w:tcPr>
            <w:tcW w:w="1616" w:type="pct"/>
          </w:tcPr>
          <w:p w14:paraId="426455CD" w14:textId="35452375" w:rsidR="00916CD7" w:rsidRPr="005404CB" w:rsidRDefault="003569A1" w:rsidP="005404CB">
            <w:pPr>
              <w:pStyle w:val="SIText"/>
            </w:pPr>
            <w:r>
              <w:t>Equivalent</w:t>
            </w:r>
          </w:p>
        </w:tc>
      </w:tr>
    </w:tbl>
    <w:p w14:paraId="127C3A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606A865D" w:rsidR="00556C4C" w:rsidRPr="005404CB" w:rsidRDefault="00556C4C" w:rsidP="005404CB">
            <w:pPr>
              <w:pStyle w:val="SIUnittitle"/>
            </w:pPr>
            <w:r w:rsidRPr="00F56827">
              <w:t xml:space="preserve">Assessment requirements for </w:t>
            </w:r>
            <w:r w:rsidR="0068453C" w:rsidRPr="0068453C">
              <w:t>AHCPER215 Assist with garden soil health and plant nutrition</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77092DFD" w14:textId="77777777" w:rsidR="00F62B7B" w:rsidRDefault="00F62B7B" w:rsidP="00F62B7B">
            <w:pPr>
              <w:pStyle w:val="SIText"/>
            </w:pPr>
            <w:r w:rsidRPr="00EA3EBA">
              <w:t xml:space="preserve">An individual demonstrating competency must satisfy </w:t>
            </w:r>
            <w:proofErr w:type="gramStart"/>
            <w:r w:rsidRPr="00EA3EBA">
              <w:t>all of</w:t>
            </w:r>
            <w:proofErr w:type="gramEnd"/>
            <w:r w:rsidRPr="00EA3EBA">
              <w:t xml:space="preserve"> the elements and performance criteria in this unit.</w:t>
            </w:r>
          </w:p>
          <w:p w14:paraId="0D6F75D1" w14:textId="67ACE76F" w:rsidR="0068453C" w:rsidRPr="0068453C" w:rsidRDefault="00F62B7B" w:rsidP="006632C4">
            <w:pPr>
              <w:pStyle w:val="SIText"/>
            </w:pPr>
            <w:r>
              <w:t>There must be evidence that the individual has on at least one occasion assisted with maintaining garden soil health and plant nutrition</w:t>
            </w:r>
            <w:r w:rsidR="00A3687B">
              <w:t xml:space="preserve"> in a permaculture system</w:t>
            </w:r>
            <w:r w:rsidR="006632C4">
              <w:t xml:space="preserve"> and has</w:t>
            </w:r>
            <w:r>
              <w:t>:</w:t>
            </w:r>
          </w:p>
          <w:p w14:paraId="23BC286B" w14:textId="5B2C6D38" w:rsidR="0068453C" w:rsidRDefault="006632C4" w:rsidP="0068453C">
            <w:pPr>
              <w:pStyle w:val="SIBulletList1"/>
            </w:pPr>
            <w:r>
              <w:t>c</w:t>
            </w:r>
            <w:r w:rsidR="00A3687B">
              <w:t xml:space="preserve">ollected soils samples and </w:t>
            </w:r>
            <w:r w:rsidR="00011B1D">
              <w:t>conducted</w:t>
            </w:r>
            <w:r w:rsidR="0068453C" w:rsidRPr="0068453C">
              <w:t xml:space="preserve"> </w:t>
            </w:r>
            <w:r w:rsidR="00CC1E1C">
              <w:t xml:space="preserve">field </w:t>
            </w:r>
            <w:r w:rsidR="00011B1D">
              <w:t>tests to determine basic soil conditions</w:t>
            </w:r>
            <w:r w:rsidR="00CC1E1C">
              <w:t xml:space="preserve"> which must include</w:t>
            </w:r>
            <w:r w:rsidR="00A3687B">
              <w:t xml:space="preserve"> each of the following tests:</w:t>
            </w:r>
          </w:p>
          <w:p w14:paraId="046746AC" w14:textId="77777777" w:rsidR="00CC1E1C" w:rsidRDefault="00CC1E1C" w:rsidP="00CC1E1C">
            <w:pPr>
              <w:pStyle w:val="SIBulletList2"/>
            </w:pPr>
            <w:r w:rsidRPr="0068453C">
              <w:t>texture</w:t>
            </w:r>
          </w:p>
          <w:p w14:paraId="090EF800" w14:textId="77777777" w:rsidR="00CC1E1C" w:rsidRDefault="00011B1D" w:rsidP="00CC1E1C">
            <w:pPr>
              <w:pStyle w:val="SIBulletList2"/>
            </w:pPr>
            <w:r>
              <w:t>pH</w:t>
            </w:r>
          </w:p>
          <w:p w14:paraId="1E4CBE5E" w14:textId="77777777" w:rsidR="00CC1E1C" w:rsidRDefault="00CC1E1C" w:rsidP="00CC1E1C">
            <w:pPr>
              <w:pStyle w:val="SIBulletList2"/>
            </w:pPr>
            <w:r w:rsidRPr="0068453C">
              <w:t>organic matter</w:t>
            </w:r>
          </w:p>
          <w:p w14:paraId="012FCFA1" w14:textId="77777777" w:rsidR="00CC1E1C" w:rsidRPr="00CC1E1C" w:rsidRDefault="00CC1E1C" w:rsidP="00CC1E1C">
            <w:pPr>
              <w:pStyle w:val="SIBulletList2"/>
            </w:pPr>
            <w:r>
              <w:t>soil life</w:t>
            </w:r>
          </w:p>
          <w:p w14:paraId="223CFECD" w14:textId="3BD0E42E" w:rsidR="00011B1D" w:rsidRDefault="00011B1D" w:rsidP="0068453C">
            <w:pPr>
              <w:pStyle w:val="SIBulletList1"/>
            </w:pPr>
            <w:r>
              <w:t>conduct</w:t>
            </w:r>
            <w:r w:rsidR="00A3687B">
              <w:t>ed</w:t>
            </w:r>
            <w:r>
              <w:t xml:space="preserve"> observations </w:t>
            </w:r>
            <w:r w:rsidR="00A3687B">
              <w:t xml:space="preserve">of plant growth </w:t>
            </w:r>
            <w:r>
              <w:t xml:space="preserve">to identify </w:t>
            </w:r>
            <w:r w:rsidR="00A3687B">
              <w:t xml:space="preserve">possible </w:t>
            </w:r>
            <w:r>
              <w:t xml:space="preserve">soil </w:t>
            </w:r>
            <w:r w:rsidR="00A3687B">
              <w:t>and health problems</w:t>
            </w:r>
            <w:r>
              <w:t xml:space="preserve"> which must include:</w:t>
            </w:r>
          </w:p>
          <w:p w14:paraId="1907B181" w14:textId="77777777" w:rsidR="00011B1D" w:rsidRDefault="00011B1D" w:rsidP="00011B1D">
            <w:pPr>
              <w:pStyle w:val="SIBulletList2"/>
            </w:pPr>
            <w:r>
              <w:t xml:space="preserve">health of </w:t>
            </w:r>
            <w:r w:rsidRPr="0068453C">
              <w:t>plant growth</w:t>
            </w:r>
          </w:p>
          <w:p w14:paraId="5731553A" w14:textId="77777777" w:rsidR="00011B1D" w:rsidRDefault="00011B1D" w:rsidP="00011B1D">
            <w:pPr>
              <w:pStyle w:val="SIBulletList2"/>
            </w:pPr>
            <w:r w:rsidRPr="0068453C">
              <w:t xml:space="preserve">insect </w:t>
            </w:r>
            <w:r>
              <w:t>activity</w:t>
            </w:r>
          </w:p>
          <w:p w14:paraId="1A9F6C79" w14:textId="77777777" w:rsidR="00011B1D" w:rsidRDefault="00011B1D" w:rsidP="00011B1D">
            <w:pPr>
              <w:pStyle w:val="SIBulletList2"/>
            </w:pPr>
            <w:r w:rsidRPr="0068453C">
              <w:t>animal activity</w:t>
            </w:r>
          </w:p>
          <w:p w14:paraId="455C6229" w14:textId="214E19A9" w:rsidR="004E4D2E" w:rsidRDefault="00A3687B" w:rsidP="006632C4">
            <w:pPr>
              <w:pStyle w:val="SIBulletList2"/>
            </w:pPr>
            <w:r>
              <w:t xml:space="preserve">symptoms of </w:t>
            </w:r>
            <w:r w:rsidR="004E4D2E" w:rsidRPr="00A3687B">
              <w:t>org</w:t>
            </w:r>
            <w:r w:rsidR="004E4D2E" w:rsidRPr="0068453C">
              <w:t>anisms</w:t>
            </w:r>
          </w:p>
          <w:p w14:paraId="02DC37A5" w14:textId="1B41E5B2" w:rsidR="004E4D2E" w:rsidRDefault="00A3687B" w:rsidP="006632C4">
            <w:pPr>
              <w:pStyle w:val="SIBulletList2"/>
            </w:pPr>
            <w:r>
              <w:t xml:space="preserve">common </w:t>
            </w:r>
            <w:r w:rsidR="004E4D2E" w:rsidRPr="0068453C">
              <w:t>nutrient deficienc</w:t>
            </w:r>
            <w:r>
              <w:t>ies</w:t>
            </w:r>
            <w:r w:rsidR="004E4D2E" w:rsidRPr="0068453C">
              <w:t xml:space="preserve"> in leaves</w:t>
            </w:r>
          </w:p>
          <w:p w14:paraId="7C56C94D" w14:textId="4A158BF8" w:rsidR="004E4D2E" w:rsidRDefault="004E4D2E" w:rsidP="006632C4">
            <w:pPr>
              <w:pStyle w:val="SIBulletList2"/>
            </w:pPr>
            <w:r>
              <w:t xml:space="preserve">common </w:t>
            </w:r>
            <w:r w:rsidRPr="0068453C">
              <w:t xml:space="preserve">signs of </w:t>
            </w:r>
            <w:r>
              <w:t xml:space="preserve">plant </w:t>
            </w:r>
            <w:r w:rsidRPr="0068453C">
              <w:t>pathogen</w:t>
            </w:r>
            <w:r w:rsidR="00A3687B">
              <w:t>s</w:t>
            </w:r>
            <w:r>
              <w:t xml:space="preserve"> including,</w:t>
            </w:r>
            <w:r w:rsidRPr="0068453C">
              <w:t xml:space="preserve"> fungal, </w:t>
            </w:r>
            <w:proofErr w:type="gramStart"/>
            <w:r w:rsidRPr="0068453C">
              <w:t>bacterial</w:t>
            </w:r>
            <w:proofErr w:type="gramEnd"/>
            <w:r w:rsidRPr="0068453C">
              <w:t xml:space="preserve"> or viral</w:t>
            </w:r>
          </w:p>
          <w:p w14:paraId="24150B15" w14:textId="2A7E7388" w:rsidR="0068453C" w:rsidRPr="0068453C" w:rsidRDefault="00A3687B">
            <w:pPr>
              <w:pStyle w:val="SIBulletList1"/>
            </w:pPr>
            <w:r>
              <w:t>applied soil additives</w:t>
            </w:r>
            <w:r w:rsidR="0068453C" w:rsidRPr="0068453C">
              <w:t xml:space="preserve"> to improve soil</w:t>
            </w:r>
            <w:r>
              <w:t xml:space="preserve"> according to organic and permaculture practices</w:t>
            </w:r>
          </w:p>
          <w:p w14:paraId="5656F15B" w14:textId="6A3D438E" w:rsidR="0068453C" w:rsidRPr="0068453C" w:rsidRDefault="006632C4" w:rsidP="0068453C">
            <w:pPr>
              <w:pStyle w:val="SIBulletList1"/>
            </w:pPr>
            <w:r>
              <w:t>p</w:t>
            </w:r>
            <w:r w:rsidR="0068453C" w:rsidRPr="0068453C">
              <w:t>rotect soil to maintain moisture and overall soil health</w:t>
            </w:r>
            <w:r>
              <w:t>.</w:t>
            </w:r>
          </w:p>
          <w:p w14:paraId="6BFA69AA" w14:textId="51EF8FC3" w:rsidR="00556C4C" w:rsidRPr="005404CB" w:rsidRDefault="00556C4C" w:rsidP="002A275C">
            <w:pPr>
              <w:pStyle w:val="SIBulletList1"/>
              <w:numPr>
                <w:ilvl w:val="0"/>
                <w:numId w:val="0"/>
              </w:numPr>
              <w:ind w:left="357"/>
            </w:pP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746CB058" w14:textId="4B5590B4" w:rsidR="0068453C" w:rsidRPr="0068453C" w:rsidRDefault="00C46565" w:rsidP="0068453C">
            <w:r w:rsidRPr="00C46565">
              <w:t>An individual must be able to demonstrate the knowledge required to perform the tasks outlined in the elements and performance criteria of this unit. This includes knowledge of:</w:t>
            </w:r>
          </w:p>
          <w:p w14:paraId="08B62199" w14:textId="77777777" w:rsidR="0068453C" w:rsidRPr="0068453C" w:rsidRDefault="0068453C" w:rsidP="0068453C">
            <w:pPr>
              <w:pStyle w:val="SIBulletList1"/>
            </w:pPr>
            <w:r w:rsidRPr="0068453C">
              <w:t>permaculture principles and practices related to soil health and plant nutrition, such as:</w:t>
            </w:r>
          </w:p>
          <w:p w14:paraId="4E33A759" w14:textId="77777777" w:rsidR="0068453C" w:rsidRPr="0068453C" w:rsidRDefault="0068453C" w:rsidP="0068453C">
            <w:pPr>
              <w:pStyle w:val="SIBulletList2"/>
            </w:pPr>
            <w:r w:rsidRPr="0068453C">
              <w:t>working with natural soils rather than importing soil</w:t>
            </w:r>
          </w:p>
          <w:p w14:paraId="2EA7E716" w14:textId="77777777" w:rsidR="0068453C" w:rsidRPr="0068453C" w:rsidRDefault="0068453C" w:rsidP="0068453C">
            <w:pPr>
              <w:pStyle w:val="SIBulletList2"/>
            </w:pPr>
            <w:r w:rsidRPr="0068453C">
              <w:t>soil as an ecosystem</w:t>
            </w:r>
          </w:p>
          <w:p w14:paraId="7A590417" w14:textId="77777777" w:rsidR="0068453C" w:rsidRPr="0068453C" w:rsidRDefault="0068453C" w:rsidP="0068453C">
            <w:pPr>
              <w:pStyle w:val="SIBulletList2"/>
            </w:pPr>
            <w:r w:rsidRPr="0068453C">
              <w:t>soil as biomass and carbon capture and storage</w:t>
            </w:r>
          </w:p>
          <w:p w14:paraId="43FEE309" w14:textId="77777777" w:rsidR="0068453C" w:rsidRPr="0068453C" w:rsidRDefault="0068453C" w:rsidP="0068453C">
            <w:pPr>
              <w:pStyle w:val="SIBulletList1"/>
            </w:pPr>
            <w:r w:rsidRPr="0068453C">
              <w:t>principles of sustainable horticultural practices</w:t>
            </w:r>
          </w:p>
          <w:p w14:paraId="2458B3B4" w14:textId="2C9D155F" w:rsidR="0068453C" w:rsidRPr="0068453C" w:rsidRDefault="0068453C" w:rsidP="0068453C">
            <w:pPr>
              <w:pStyle w:val="SIBulletList1"/>
            </w:pPr>
            <w:r w:rsidRPr="0068453C">
              <w:t xml:space="preserve">soil testing techniques, </w:t>
            </w:r>
            <w:r w:rsidR="000E1865">
              <w:t>including</w:t>
            </w:r>
            <w:r w:rsidRPr="0068453C">
              <w:t>:</w:t>
            </w:r>
          </w:p>
          <w:p w14:paraId="79F2B549" w14:textId="77777777" w:rsidR="0068453C" w:rsidRPr="0068453C" w:rsidRDefault="0068453C" w:rsidP="0068453C">
            <w:pPr>
              <w:pStyle w:val="SIBulletList2"/>
            </w:pPr>
            <w:r w:rsidRPr="0068453C">
              <w:t>jar test for texture</w:t>
            </w:r>
          </w:p>
          <w:p w14:paraId="6F21BADC" w14:textId="77777777" w:rsidR="0068453C" w:rsidRPr="0068453C" w:rsidRDefault="0068453C" w:rsidP="0068453C">
            <w:pPr>
              <w:pStyle w:val="SIBulletList2"/>
            </w:pPr>
            <w:r w:rsidRPr="0068453C">
              <w:t>ribbon test and ball test</w:t>
            </w:r>
          </w:p>
          <w:p w14:paraId="7C0A882C" w14:textId="77777777" w:rsidR="0068453C" w:rsidRPr="0068453C" w:rsidRDefault="0068453C" w:rsidP="0068453C">
            <w:pPr>
              <w:pStyle w:val="SIBulletList2"/>
            </w:pPr>
            <w:r w:rsidRPr="0068453C">
              <w:t>pH testing</w:t>
            </w:r>
          </w:p>
          <w:p w14:paraId="3B1702BC" w14:textId="77777777" w:rsidR="0068453C" w:rsidRPr="0068453C" w:rsidRDefault="0068453C" w:rsidP="0068453C">
            <w:pPr>
              <w:pStyle w:val="SIBulletList2"/>
            </w:pPr>
            <w:r w:rsidRPr="0068453C">
              <w:t>surface evaporation test</w:t>
            </w:r>
          </w:p>
          <w:p w14:paraId="7CD0BEC9" w14:textId="77777777" w:rsidR="0068453C" w:rsidRPr="0068453C" w:rsidRDefault="0068453C" w:rsidP="0068453C">
            <w:pPr>
              <w:pStyle w:val="SIBulletList2"/>
            </w:pPr>
            <w:r w:rsidRPr="0068453C">
              <w:t>worm count</w:t>
            </w:r>
          </w:p>
          <w:p w14:paraId="6F3412B6" w14:textId="77777777" w:rsidR="0068453C" w:rsidRDefault="0068453C" w:rsidP="0068453C">
            <w:pPr>
              <w:pStyle w:val="SIBulletList1"/>
            </w:pPr>
            <w:r w:rsidRPr="0068453C">
              <w:t>basic plant nutrition</w:t>
            </w:r>
          </w:p>
          <w:p w14:paraId="43147308" w14:textId="41DDB982" w:rsidR="00A3687B" w:rsidRDefault="00A3687B" w:rsidP="0068453C">
            <w:pPr>
              <w:pStyle w:val="SIBulletList1"/>
            </w:pPr>
            <w:proofErr w:type="gramStart"/>
            <w:r>
              <w:t>waste water</w:t>
            </w:r>
            <w:proofErr w:type="gramEnd"/>
            <w:r>
              <w:t xml:space="preserve"> and plant health, including:</w:t>
            </w:r>
          </w:p>
          <w:p w14:paraId="72228950" w14:textId="77777777" w:rsidR="00A3687B" w:rsidRDefault="00A3687B" w:rsidP="006632C4">
            <w:pPr>
              <w:pStyle w:val="SIBulletList2"/>
            </w:pPr>
            <w:r>
              <w:t xml:space="preserve">types of </w:t>
            </w:r>
            <w:proofErr w:type="gramStart"/>
            <w:r>
              <w:t>waste water</w:t>
            </w:r>
            <w:proofErr w:type="gramEnd"/>
          </w:p>
          <w:p w14:paraId="31FAC124" w14:textId="77777777" w:rsidR="00A3687B" w:rsidRDefault="00A3687B" w:rsidP="006632C4">
            <w:pPr>
              <w:pStyle w:val="SIBulletList2"/>
            </w:pPr>
            <w:r>
              <w:t xml:space="preserve">plant problems from </w:t>
            </w:r>
            <w:proofErr w:type="gramStart"/>
            <w:r>
              <w:t>waste water</w:t>
            </w:r>
            <w:proofErr w:type="gramEnd"/>
          </w:p>
          <w:p w14:paraId="37A472F4" w14:textId="77777777" w:rsidR="000E1865" w:rsidRDefault="00A3687B" w:rsidP="006632C4">
            <w:pPr>
              <w:pStyle w:val="SIBulletList2"/>
            </w:pPr>
            <w:r>
              <w:t>common symptoms</w:t>
            </w:r>
          </w:p>
          <w:p w14:paraId="03BF13E9" w14:textId="5D6017CF" w:rsidR="00A3687B" w:rsidRPr="0068453C" w:rsidRDefault="000E1865" w:rsidP="006632C4">
            <w:pPr>
              <w:pStyle w:val="SIBulletList2"/>
            </w:pPr>
            <w:r>
              <w:t xml:space="preserve">basic </w:t>
            </w:r>
            <w:r w:rsidR="00A3687B">
              <w:t>tests</w:t>
            </w:r>
            <w:r>
              <w:t xml:space="preserve"> and observations</w:t>
            </w:r>
            <w:r w:rsidR="00A3687B">
              <w:t xml:space="preserve"> for </w:t>
            </w:r>
            <w:proofErr w:type="gramStart"/>
            <w:r>
              <w:t>waste water</w:t>
            </w:r>
            <w:proofErr w:type="gramEnd"/>
            <w:r>
              <w:t xml:space="preserve"> issues</w:t>
            </w:r>
          </w:p>
          <w:p w14:paraId="3BBECD53" w14:textId="21499808" w:rsidR="0068453C" w:rsidRPr="0068453C" w:rsidRDefault="0068453C" w:rsidP="0068453C">
            <w:pPr>
              <w:pStyle w:val="SIBulletList1"/>
            </w:pPr>
            <w:r w:rsidRPr="0068453C">
              <w:t xml:space="preserve">allowable additives to improve soils, </w:t>
            </w:r>
            <w:r w:rsidR="000E1865">
              <w:t>including</w:t>
            </w:r>
            <w:r w:rsidRPr="0068453C">
              <w:t>:</w:t>
            </w:r>
          </w:p>
          <w:p w14:paraId="21D7B0B6" w14:textId="77777777" w:rsidR="0068453C" w:rsidRPr="0068453C" w:rsidRDefault="0068453C" w:rsidP="0068453C">
            <w:pPr>
              <w:pStyle w:val="SIBulletList2"/>
            </w:pPr>
            <w:r w:rsidRPr="0068453C">
              <w:t>compost and worm castings</w:t>
            </w:r>
          </w:p>
          <w:p w14:paraId="6AA2FB80" w14:textId="77777777" w:rsidR="0068453C" w:rsidRPr="0068453C" w:rsidRDefault="0068453C" w:rsidP="0068453C">
            <w:pPr>
              <w:pStyle w:val="SIBulletList2"/>
            </w:pPr>
            <w:r w:rsidRPr="0068453C">
              <w:t>compost teas</w:t>
            </w:r>
          </w:p>
          <w:p w14:paraId="09973EFC" w14:textId="77777777" w:rsidR="0068453C" w:rsidRPr="0068453C" w:rsidRDefault="0068453C" w:rsidP="0068453C">
            <w:pPr>
              <w:pStyle w:val="SIBulletList2"/>
            </w:pPr>
            <w:r w:rsidRPr="0068453C">
              <w:t>rock dust</w:t>
            </w:r>
          </w:p>
          <w:p w14:paraId="0A580917" w14:textId="77777777" w:rsidR="0068453C" w:rsidRPr="0068453C" w:rsidRDefault="0068453C" w:rsidP="0068453C">
            <w:pPr>
              <w:pStyle w:val="SIBulletList2"/>
            </w:pPr>
            <w:r w:rsidRPr="0068453C">
              <w:t>gypsum</w:t>
            </w:r>
          </w:p>
          <w:p w14:paraId="6E616C07" w14:textId="77777777" w:rsidR="0068453C" w:rsidRPr="0068453C" w:rsidRDefault="0068453C" w:rsidP="0068453C">
            <w:pPr>
              <w:pStyle w:val="SIBulletList2"/>
            </w:pPr>
            <w:r w:rsidRPr="0068453C">
              <w:t>green manures</w:t>
            </w:r>
          </w:p>
          <w:p w14:paraId="2A7A3CFC" w14:textId="77777777" w:rsidR="0068453C" w:rsidRPr="0068453C" w:rsidRDefault="0068453C" w:rsidP="0068453C">
            <w:pPr>
              <w:pStyle w:val="SIBulletList2"/>
            </w:pPr>
            <w:r w:rsidRPr="0068453C">
              <w:t>manures/animal bedding materials</w:t>
            </w:r>
          </w:p>
          <w:p w14:paraId="2E824D84" w14:textId="77777777" w:rsidR="0068453C" w:rsidRPr="0068453C" w:rsidRDefault="0068453C" w:rsidP="0068453C">
            <w:pPr>
              <w:pStyle w:val="SIBulletList2"/>
            </w:pPr>
            <w:r w:rsidRPr="0068453C">
              <w:t>leaf mould</w:t>
            </w:r>
          </w:p>
          <w:p w14:paraId="57E47CBF" w14:textId="77777777" w:rsidR="0068453C" w:rsidRPr="0068453C" w:rsidRDefault="0068453C" w:rsidP="0068453C">
            <w:pPr>
              <w:pStyle w:val="SIBulletList2"/>
            </w:pPr>
            <w:r w:rsidRPr="0068453C">
              <w:t>plantings – green manures, nurse plants</w:t>
            </w:r>
          </w:p>
          <w:p w14:paraId="73928346" w14:textId="77777777" w:rsidR="0068453C" w:rsidRPr="0068453C" w:rsidRDefault="0068453C" w:rsidP="0068453C">
            <w:pPr>
              <w:pStyle w:val="SIBulletList2"/>
            </w:pPr>
            <w:r w:rsidRPr="0068453C">
              <w:t>companion planting</w:t>
            </w:r>
          </w:p>
          <w:p w14:paraId="56C3171B" w14:textId="77777777" w:rsidR="0068453C" w:rsidRPr="0068453C" w:rsidRDefault="0068453C" w:rsidP="0068453C">
            <w:pPr>
              <w:pStyle w:val="SIBulletList2"/>
            </w:pPr>
            <w:r w:rsidRPr="0068453C">
              <w:t>dynamic accumulators</w:t>
            </w:r>
          </w:p>
          <w:p w14:paraId="155A3842" w14:textId="77777777" w:rsidR="0068453C" w:rsidRPr="0068453C" w:rsidRDefault="0068453C" w:rsidP="0068453C">
            <w:pPr>
              <w:pStyle w:val="SIBulletList2"/>
            </w:pPr>
            <w:r w:rsidRPr="0068453C">
              <w:lastRenderedPageBreak/>
              <w:t>chop and drop</w:t>
            </w:r>
          </w:p>
          <w:p w14:paraId="412D0076" w14:textId="77777777" w:rsidR="0068453C" w:rsidRPr="0068453C" w:rsidRDefault="0068453C" w:rsidP="0068453C">
            <w:pPr>
              <w:pStyle w:val="SIBulletList2"/>
            </w:pPr>
            <w:r w:rsidRPr="0068453C">
              <w:t>nutrient trapping systems</w:t>
            </w:r>
          </w:p>
          <w:p w14:paraId="76778974" w14:textId="77777777" w:rsidR="0068453C" w:rsidRPr="0068453C" w:rsidRDefault="0068453C" w:rsidP="0068453C">
            <w:pPr>
              <w:pStyle w:val="SIBulletList2"/>
            </w:pPr>
            <w:r w:rsidRPr="0068453C">
              <w:t>greywater use</w:t>
            </w:r>
          </w:p>
          <w:p w14:paraId="62E11821" w14:textId="77777777" w:rsidR="0068453C" w:rsidRDefault="0068453C" w:rsidP="0068453C">
            <w:pPr>
              <w:pStyle w:val="SIBulletList2"/>
            </w:pPr>
            <w:r w:rsidRPr="0068453C">
              <w:t>organically certified products</w:t>
            </w:r>
          </w:p>
          <w:p w14:paraId="1A217674" w14:textId="7BED7296" w:rsidR="00A3687B" w:rsidRDefault="00A3687B" w:rsidP="006632C4">
            <w:pPr>
              <w:pStyle w:val="SIBulletList1"/>
            </w:pPr>
            <w:r>
              <w:t>permaculture planting techniques to improve plant growth, including:</w:t>
            </w:r>
          </w:p>
          <w:p w14:paraId="2A8E4EDF" w14:textId="77777777" w:rsidR="00A3687B" w:rsidRDefault="00A3687B" w:rsidP="006632C4">
            <w:pPr>
              <w:pStyle w:val="SIBulletList2"/>
            </w:pPr>
            <w:r w:rsidRPr="0068453C">
              <w:t>guilds</w:t>
            </w:r>
          </w:p>
          <w:p w14:paraId="751A4542" w14:textId="003C3E57" w:rsidR="00A3687B" w:rsidRDefault="00A3687B" w:rsidP="006632C4">
            <w:pPr>
              <w:pStyle w:val="SIBulletList2"/>
            </w:pPr>
            <w:r w:rsidRPr="0068453C">
              <w:t>nurse plants</w:t>
            </w:r>
          </w:p>
          <w:p w14:paraId="4A7E364B" w14:textId="66A0A032" w:rsidR="000E1865" w:rsidRPr="00A3687B" w:rsidRDefault="000E1865">
            <w:pPr>
              <w:pStyle w:val="SIBulletList1"/>
            </w:pPr>
            <w:r>
              <w:t>common soil born pests, diseases and nutrient problems and their symptoms</w:t>
            </w:r>
          </w:p>
          <w:p w14:paraId="5C8CD985" w14:textId="13738C70" w:rsidR="00F1480E" w:rsidRPr="005404CB" w:rsidRDefault="0068453C" w:rsidP="006632C4">
            <w:pPr>
              <w:pStyle w:val="SIBulletList1"/>
            </w:pPr>
            <w:r w:rsidRPr="0068453C">
              <w:t>methods of waste disposal causing minimal impact on the environment</w:t>
            </w:r>
            <w:r w:rsidR="00A3687B">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27E391AD" w14:textId="746E0887" w:rsidR="00C46565" w:rsidRPr="00C46565" w:rsidRDefault="00C46565" w:rsidP="006632C4">
            <w:pPr>
              <w:pStyle w:val="SIText"/>
            </w:pPr>
            <w:r w:rsidRPr="00C46565">
              <w:t xml:space="preserve">Assessment of the skills in this unit of competency must take place under the following conditions: </w:t>
            </w:r>
          </w:p>
          <w:p w14:paraId="605858F0" w14:textId="77777777" w:rsidR="00C46565" w:rsidRPr="00C46565" w:rsidRDefault="00C46565" w:rsidP="006632C4">
            <w:pPr>
              <w:pStyle w:val="SIBulletList1"/>
            </w:pPr>
            <w:r w:rsidRPr="00C46565">
              <w:t>physical conditions:</w:t>
            </w:r>
          </w:p>
          <w:p w14:paraId="3858C6C8" w14:textId="14A85907" w:rsidR="00C46565" w:rsidRPr="00C46565" w:rsidRDefault="00C46565" w:rsidP="00C46565">
            <w:pPr>
              <w:pStyle w:val="SIBulletList2"/>
            </w:pPr>
            <w:r w:rsidRPr="00C46565">
              <w:t xml:space="preserve">skills must be demonstrated in a permaculture </w:t>
            </w:r>
            <w:r w:rsidR="001B50D7">
              <w:t xml:space="preserve">garden </w:t>
            </w:r>
            <w:r w:rsidRPr="00C46565">
              <w:t>system or an environment that accurately represents workplace conditions</w:t>
            </w:r>
          </w:p>
          <w:p w14:paraId="40CEA718" w14:textId="77777777" w:rsidR="00C46565" w:rsidRPr="00C46565" w:rsidRDefault="00C46565" w:rsidP="006632C4">
            <w:pPr>
              <w:pStyle w:val="SIBulletList1"/>
            </w:pPr>
            <w:r w:rsidRPr="00C46565">
              <w:t xml:space="preserve">resources, </w:t>
            </w:r>
            <w:proofErr w:type="gramStart"/>
            <w:r w:rsidRPr="00C46565">
              <w:t>equipment</w:t>
            </w:r>
            <w:proofErr w:type="gramEnd"/>
            <w:r w:rsidRPr="00C46565">
              <w:t xml:space="preserve"> and materials:</w:t>
            </w:r>
          </w:p>
          <w:p w14:paraId="52ED25A6" w14:textId="77777777" w:rsidR="00C46565" w:rsidRPr="00C46565" w:rsidRDefault="00C46565" w:rsidP="00C46565">
            <w:pPr>
              <w:pStyle w:val="SIBulletList2"/>
            </w:pPr>
            <w:r w:rsidRPr="00C46565">
              <w:t>use of tools and equipment</w:t>
            </w:r>
          </w:p>
          <w:p w14:paraId="105CFA16" w14:textId="1A1D93BD" w:rsidR="00C46565" w:rsidRDefault="00C46565" w:rsidP="00C46565">
            <w:pPr>
              <w:pStyle w:val="SIBulletList2"/>
            </w:pPr>
            <w:r>
              <w:t>use of soil amendments and additives</w:t>
            </w:r>
          </w:p>
          <w:p w14:paraId="43285786" w14:textId="7DB29069" w:rsidR="00C46565" w:rsidRPr="00C46565" w:rsidRDefault="00C46565" w:rsidP="00C46565">
            <w:pPr>
              <w:pStyle w:val="SIBulletList2"/>
            </w:pPr>
            <w:r>
              <w:t>use of basic test equipment and consumables</w:t>
            </w:r>
          </w:p>
          <w:p w14:paraId="5F390157" w14:textId="77777777" w:rsidR="00C46565" w:rsidRPr="00C46565" w:rsidRDefault="00C46565" w:rsidP="006632C4">
            <w:pPr>
              <w:pStyle w:val="SIBulletList1"/>
            </w:pPr>
            <w:r w:rsidRPr="00C46565">
              <w:t>specifications:</w:t>
            </w:r>
          </w:p>
          <w:p w14:paraId="28F55D5E" w14:textId="196C1339" w:rsidR="00C46565" w:rsidRPr="00C46565" w:rsidRDefault="00C46565" w:rsidP="00C46565">
            <w:pPr>
              <w:pStyle w:val="SIBulletList2"/>
            </w:pPr>
            <w:r w:rsidRPr="00C46565">
              <w:t xml:space="preserve">use of workplace </w:t>
            </w:r>
            <w:r w:rsidR="001B50D7">
              <w:t xml:space="preserve">instructions and </w:t>
            </w:r>
            <w:r>
              <w:t>procedures</w:t>
            </w:r>
          </w:p>
          <w:p w14:paraId="4D69386E" w14:textId="77777777" w:rsidR="00C46565" w:rsidRPr="00C46565" w:rsidRDefault="00C46565" w:rsidP="006632C4">
            <w:pPr>
              <w:pStyle w:val="SIBulletList1"/>
            </w:pPr>
            <w:r w:rsidRPr="00C46565">
              <w:t>relationships:</w:t>
            </w:r>
          </w:p>
          <w:p w14:paraId="23FA8717" w14:textId="6CB5CC88" w:rsidR="00C46565" w:rsidRDefault="00C46565" w:rsidP="006632C4">
            <w:pPr>
              <w:pStyle w:val="SIBulletList2"/>
            </w:pPr>
            <w:r>
              <w:t>supervisor.</w:t>
            </w:r>
          </w:p>
          <w:p w14:paraId="759850B7" w14:textId="2E82982F" w:rsidR="003B541E" w:rsidRPr="006632C4" w:rsidRDefault="00C46565" w:rsidP="006632C4">
            <w:r w:rsidRPr="004C1628">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300E2" w14:textId="77777777" w:rsidR="001A7B0D" w:rsidRDefault="001A7B0D" w:rsidP="00BF3F0A">
      <w:r>
        <w:separator/>
      </w:r>
    </w:p>
    <w:p w14:paraId="0AC59C72" w14:textId="77777777" w:rsidR="001A7B0D" w:rsidRDefault="001A7B0D"/>
  </w:endnote>
  <w:endnote w:type="continuationSeparator" w:id="0">
    <w:p w14:paraId="1EBC183A" w14:textId="77777777" w:rsidR="001A7B0D" w:rsidRDefault="001A7B0D" w:rsidP="00BF3F0A">
      <w:r>
        <w:continuationSeparator/>
      </w:r>
    </w:p>
    <w:p w14:paraId="30FA20E5" w14:textId="77777777" w:rsidR="001A7B0D" w:rsidRDefault="001A7B0D"/>
  </w:endnote>
  <w:endnote w:type="continuationNotice" w:id="1">
    <w:p w14:paraId="75B05074" w14:textId="77777777" w:rsidR="001A7B0D" w:rsidRDefault="001A7B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53331D">
          <w:rPr>
            <w:noProof/>
          </w:rPr>
          <w:t>4</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5EC4A" w14:textId="77777777" w:rsidR="001A7B0D" w:rsidRDefault="001A7B0D" w:rsidP="00BF3F0A">
      <w:r>
        <w:separator/>
      </w:r>
    </w:p>
    <w:p w14:paraId="03A6980C" w14:textId="77777777" w:rsidR="001A7B0D" w:rsidRDefault="001A7B0D"/>
  </w:footnote>
  <w:footnote w:type="continuationSeparator" w:id="0">
    <w:p w14:paraId="5853954E" w14:textId="77777777" w:rsidR="001A7B0D" w:rsidRDefault="001A7B0D" w:rsidP="00BF3F0A">
      <w:r>
        <w:continuationSeparator/>
      </w:r>
    </w:p>
    <w:p w14:paraId="1993AB41" w14:textId="77777777" w:rsidR="001A7B0D" w:rsidRDefault="001A7B0D"/>
  </w:footnote>
  <w:footnote w:type="continuationNotice" w:id="1">
    <w:p w14:paraId="75FF9618" w14:textId="77777777" w:rsidR="001A7B0D" w:rsidRDefault="001A7B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0BBCAE0F" w:rsidR="009C2650" w:rsidRPr="000754EC" w:rsidRDefault="00D85CEC"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873C8" w:rsidRPr="008873C8">
      <w:t xml:space="preserve"> </w:t>
    </w:r>
    <w:r w:rsidR="0068453C" w:rsidRPr="0068453C">
      <w:t>AHCPER215 Assist with garden soil health and plant nutrition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A4BBD"/>
    <w:multiLevelType w:val="multilevel"/>
    <w:tmpl w:val="95462D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2D90278F"/>
    <w:multiLevelType w:val="multilevel"/>
    <w:tmpl w:val="8A661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1F1611"/>
    <w:multiLevelType w:val="multilevel"/>
    <w:tmpl w:val="954296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82F1227"/>
    <w:multiLevelType w:val="multilevel"/>
    <w:tmpl w:val="3CF25E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D03329"/>
    <w:multiLevelType w:val="multilevel"/>
    <w:tmpl w:val="BCE29F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DA5E60"/>
    <w:multiLevelType w:val="multilevel"/>
    <w:tmpl w:val="A9E89B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932768"/>
    <w:multiLevelType w:val="multilevel"/>
    <w:tmpl w:val="F19EE9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CA5BEC"/>
    <w:multiLevelType w:val="multilevel"/>
    <w:tmpl w:val="75D264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875407"/>
    <w:multiLevelType w:val="multilevel"/>
    <w:tmpl w:val="C97E6E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BB1067"/>
    <w:multiLevelType w:val="multilevel"/>
    <w:tmpl w:val="C95EA2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0FD32D8"/>
    <w:multiLevelType w:val="multilevel"/>
    <w:tmpl w:val="B1129E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BC671B"/>
    <w:multiLevelType w:val="multilevel"/>
    <w:tmpl w:val="7B7CD7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B06C2D"/>
    <w:multiLevelType w:val="multilevel"/>
    <w:tmpl w:val="B704C7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6E53678"/>
    <w:multiLevelType w:val="multilevel"/>
    <w:tmpl w:val="C6AA19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8F1102"/>
    <w:multiLevelType w:val="multilevel"/>
    <w:tmpl w:val="394CA3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3610E45"/>
    <w:multiLevelType w:val="multilevel"/>
    <w:tmpl w:val="568238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5465021">
    <w:abstractNumId w:val="19"/>
  </w:num>
  <w:num w:numId="2" w16cid:durableId="117380810">
    <w:abstractNumId w:val="13"/>
  </w:num>
  <w:num w:numId="3" w16cid:durableId="847447608">
    <w:abstractNumId w:val="9"/>
  </w:num>
  <w:num w:numId="4" w16cid:durableId="718362966">
    <w:abstractNumId w:val="12"/>
  </w:num>
  <w:num w:numId="5" w16cid:durableId="629868588">
    <w:abstractNumId w:val="0"/>
  </w:num>
  <w:num w:numId="6" w16cid:durableId="418916815">
    <w:abstractNumId w:val="11"/>
  </w:num>
  <w:num w:numId="7" w16cid:durableId="1267343133">
    <w:abstractNumId w:val="8"/>
  </w:num>
  <w:num w:numId="8" w16cid:durableId="1920092820">
    <w:abstractNumId w:val="3"/>
  </w:num>
  <w:num w:numId="9" w16cid:durableId="1029456866">
    <w:abstractNumId w:val="6"/>
  </w:num>
  <w:num w:numId="10" w16cid:durableId="299767645">
    <w:abstractNumId w:val="16"/>
  </w:num>
  <w:num w:numId="11" w16cid:durableId="1586497029">
    <w:abstractNumId w:val="20"/>
  </w:num>
  <w:num w:numId="12" w16cid:durableId="571702612">
    <w:abstractNumId w:val="10"/>
  </w:num>
  <w:num w:numId="13" w16cid:durableId="1293368261">
    <w:abstractNumId w:val="14"/>
  </w:num>
  <w:num w:numId="14" w16cid:durableId="1651866327">
    <w:abstractNumId w:val="17"/>
  </w:num>
  <w:num w:numId="15" w16cid:durableId="1943028258">
    <w:abstractNumId w:val="18"/>
  </w:num>
  <w:num w:numId="16" w16cid:durableId="318926062">
    <w:abstractNumId w:val="15"/>
  </w:num>
  <w:num w:numId="17" w16cid:durableId="351304474">
    <w:abstractNumId w:val="7"/>
  </w:num>
  <w:num w:numId="18" w16cid:durableId="193079458">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108F"/>
    <w:rsid w:val="000115E2"/>
    <w:rsid w:val="00011B1D"/>
    <w:rsid w:val="000126D0"/>
    <w:rsid w:val="0001296A"/>
    <w:rsid w:val="000136C9"/>
    <w:rsid w:val="00016803"/>
    <w:rsid w:val="00023992"/>
    <w:rsid w:val="000275AE"/>
    <w:rsid w:val="000306F8"/>
    <w:rsid w:val="00041E59"/>
    <w:rsid w:val="00064BFE"/>
    <w:rsid w:val="00070B3E"/>
    <w:rsid w:val="00071F95"/>
    <w:rsid w:val="000737BB"/>
    <w:rsid w:val="00074E47"/>
    <w:rsid w:val="000754EC"/>
    <w:rsid w:val="00086857"/>
    <w:rsid w:val="000873E8"/>
    <w:rsid w:val="0009093B"/>
    <w:rsid w:val="000A5441"/>
    <w:rsid w:val="000B2022"/>
    <w:rsid w:val="000C044A"/>
    <w:rsid w:val="000C149A"/>
    <w:rsid w:val="000C224E"/>
    <w:rsid w:val="000E1865"/>
    <w:rsid w:val="000E25E6"/>
    <w:rsid w:val="000E2C86"/>
    <w:rsid w:val="000F29F2"/>
    <w:rsid w:val="000F7B0C"/>
    <w:rsid w:val="00101659"/>
    <w:rsid w:val="00105AEA"/>
    <w:rsid w:val="001078BF"/>
    <w:rsid w:val="00110AAA"/>
    <w:rsid w:val="00133957"/>
    <w:rsid w:val="0013525C"/>
    <w:rsid w:val="001372F6"/>
    <w:rsid w:val="00144385"/>
    <w:rsid w:val="00146EEC"/>
    <w:rsid w:val="00151D55"/>
    <w:rsid w:val="00151D93"/>
    <w:rsid w:val="00156EF3"/>
    <w:rsid w:val="00162CC8"/>
    <w:rsid w:val="00176E4F"/>
    <w:rsid w:val="0018546B"/>
    <w:rsid w:val="001A6A3E"/>
    <w:rsid w:val="001A7B0D"/>
    <w:rsid w:val="001A7B6D"/>
    <w:rsid w:val="001B34D5"/>
    <w:rsid w:val="001B50D7"/>
    <w:rsid w:val="001B513A"/>
    <w:rsid w:val="001C0A75"/>
    <w:rsid w:val="001C1306"/>
    <w:rsid w:val="001D30EB"/>
    <w:rsid w:val="001D5C1B"/>
    <w:rsid w:val="001D7F5B"/>
    <w:rsid w:val="001D7F82"/>
    <w:rsid w:val="001E0849"/>
    <w:rsid w:val="001E16BC"/>
    <w:rsid w:val="001E16DF"/>
    <w:rsid w:val="001F16C8"/>
    <w:rsid w:val="001F2BA5"/>
    <w:rsid w:val="001F308D"/>
    <w:rsid w:val="00201A7C"/>
    <w:rsid w:val="00202B55"/>
    <w:rsid w:val="0021210E"/>
    <w:rsid w:val="0021414D"/>
    <w:rsid w:val="00223124"/>
    <w:rsid w:val="00233143"/>
    <w:rsid w:val="00234444"/>
    <w:rsid w:val="00240853"/>
    <w:rsid w:val="00242293"/>
    <w:rsid w:val="00244EA7"/>
    <w:rsid w:val="00246713"/>
    <w:rsid w:val="00262FC3"/>
    <w:rsid w:val="0026394F"/>
    <w:rsid w:val="00267AF6"/>
    <w:rsid w:val="00276DB8"/>
    <w:rsid w:val="00282664"/>
    <w:rsid w:val="00285FB8"/>
    <w:rsid w:val="002965A8"/>
    <w:rsid w:val="002970C3"/>
    <w:rsid w:val="002973EC"/>
    <w:rsid w:val="002A275C"/>
    <w:rsid w:val="002A3B2A"/>
    <w:rsid w:val="002A4CD3"/>
    <w:rsid w:val="002A6CC4"/>
    <w:rsid w:val="002C55E9"/>
    <w:rsid w:val="002D0C8B"/>
    <w:rsid w:val="002D330A"/>
    <w:rsid w:val="002E170C"/>
    <w:rsid w:val="002E193E"/>
    <w:rsid w:val="003028FC"/>
    <w:rsid w:val="00305EFF"/>
    <w:rsid w:val="00310A6A"/>
    <w:rsid w:val="003144E6"/>
    <w:rsid w:val="00333E3C"/>
    <w:rsid w:val="00337E82"/>
    <w:rsid w:val="00346FDC"/>
    <w:rsid w:val="00350BB1"/>
    <w:rsid w:val="00352C83"/>
    <w:rsid w:val="003569A1"/>
    <w:rsid w:val="00366805"/>
    <w:rsid w:val="0037067D"/>
    <w:rsid w:val="00373436"/>
    <w:rsid w:val="0038735B"/>
    <w:rsid w:val="003916D1"/>
    <w:rsid w:val="00394C90"/>
    <w:rsid w:val="003A21F0"/>
    <w:rsid w:val="003A277F"/>
    <w:rsid w:val="003A58BA"/>
    <w:rsid w:val="003A5AE7"/>
    <w:rsid w:val="003A7221"/>
    <w:rsid w:val="003B3493"/>
    <w:rsid w:val="003B541E"/>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4CCD"/>
    <w:rsid w:val="00485559"/>
    <w:rsid w:val="004A142B"/>
    <w:rsid w:val="004A3860"/>
    <w:rsid w:val="004A44E8"/>
    <w:rsid w:val="004A581D"/>
    <w:rsid w:val="004A7706"/>
    <w:rsid w:val="004A77E3"/>
    <w:rsid w:val="004B27C3"/>
    <w:rsid w:val="004B29B7"/>
    <w:rsid w:val="004B7A28"/>
    <w:rsid w:val="004C2244"/>
    <w:rsid w:val="004C79A1"/>
    <w:rsid w:val="004D0D5F"/>
    <w:rsid w:val="004D1569"/>
    <w:rsid w:val="004D44B1"/>
    <w:rsid w:val="004E0023"/>
    <w:rsid w:val="004E0151"/>
    <w:rsid w:val="004E0460"/>
    <w:rsid w:val="004E1579"/>
    <w:rsid w:val="004E4D2E"/>
    <w:rsid w:val="004E5FAE"/>
    <w:rsid w:val="004E6245"/>
    <w:rsid w:val="004E6741"/>
    <w:rsid w:val="004E7094"/>
    <w:rsid w:val="004F5DC7"/>
    <w:rsid w:val="004F78DA"/>
    <w:rsid w:val="005145AB"/>
    <w:rsid w:val="00520E9A"/>
    <w:rsid w:val="00521027"/>
    <w:rsid w:val="005248C1"/>
    <w:rsid w:val="00526134"/>
    <w:rsid w:val="0053331D"/>
    <w:rsid w:val="005404CB"/>
    <w:rsid w:val="005405B2"/>
    <w:rsid w:val="005427C8"/>
    <w:rsid w:val="005446D1"/>
    <w:rsid w:val="00556C4C"/>
    <w:rsid w:val="00557369"/>
    <w:rsid w:val="00557D22"/>
    <w:rsid w:val="00564ADD"/>
    <w:rsid w:val="005708EB"/>
    <w:rsid w:val="00575BC6"/>
    <w:rsid w:val="00583902"/>
    <w:rsid w:val="005A1D70"/>
    <w:rsid w:val="005A3AA5"/>
    <w:rsid w:val="005A6296"/>
    <w:rsid w:val="005A6C9C"/>
    <w:rsid w:val="005A74DC"/>
    <w:rsid w:val="005B5146"/>
    <w:rsid w:val="005D1AFD"/>
    <w:rsid w:val="005E51E6"/>
    <w:rsid w:val="005E5B6D"/>
    <w:rsid w:val="005F027A"/>
    <w:rsid w:val="005F33CC"/>
    <w:rsid w:val="005F771F"/>
    <w:rsid w:val="006121D4"/>
    <w:rsid w:val="00613B49"/>
    <w:rsid w:val="00616845"/>
    <w:rsid w:val="00620E8E"/>
    <w:rsid w:val="00633CFE"/>
    <w:rsid w:val="00634FCA"/>
    <w:rsid w:val="00643D1B"/>
    <w:rsid w:val="006452B8"/>
    <w:rsid w:val="00652E62"/>
    <w:rsid w:val="006632C4"/>
    <w:rsid w:val="00680367"/>
    <w:rsid w:val="0068453C"/>
    <w:rsid w:val="00686A49"/>
    <w:rsid w:val="00687B62"/>
    <w:rsid w:val="00690C44"/>
    <w:rsid w:val="00692EC8"/>
    <w:rsid w:val="00695C89"/>
    <w:rsid w:val="006969D9"/>
    <w:rsid w:val="006A013C"/>
    <w:rsid w:val="006A2B68"/>
    <w:rsid w:val="006C2F32"/>
    <w:rsid w:val="006C32DF"/>
    <w:rsid w:val="006D1AF9"/>
    <w:rsid w:val="006D38C3"/>
    <w:rsid w:val="006D4448"/>
    <w:rsid w:val="006D6DFD"/>
    <w:rsid w:val="006E2C4D"/>
    <w:rsid w:val="006E42FE"/>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0E78"/>
    <w:rsid w:val="00752C75"/>
    <w:rsid w:val="00757005"/>
    <w:rsid w:val="00760C20"/>
    <w:rsid w:val="00761DBE"/>
    <w:rsid w:val="0076523B"/>
    <w:rsid w:val="00771B60"/>
    <w:rsid w:val="00781D77"/>
    <w:rsid w:val="00782AE0"/>
    <w:rsid w:val="00783549"/>
    <w:rsid w:val="007860B7"/>
    <w:rsid w:val="00786DC8"/>
    <w:rsid w:val="0079402C"/>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1D7C"/>
    <w:rsid w:val="008545EB"/>
    <w:rsid w:val="00865011"/>
    <w:rsid w:val="00886790"/>
    <w:rsid w:val="008873C8"/>
    <w:rsid w:val="008908DE"/>
    <w:rsid w:val="008A12ED"/>
    <w:rsid w:val="008A39D3"/>
    <w:rsid w:val="008B2C77"/>
    <w:rsid w:val="008B4AD2"/>
    <w:rsid w:val="008B663E"/>
    <w:rsid w:val="008B7138"/>
    <w:rsid w:val="008D3C8D"/>
    <w:rsid w:val="008E260C"/>
    <w:rsid w:val="008E39BE"/>
    <w:rsid w:val="008E62EC"/>
    <w:rsid w:val="008F28EC"/>
    <w:rsid w:val="008F32F6"/>
    <w:rsid w:val="00903631"/>
    <w:rsid w:val="00916CD7"/>
    <w:rsid w:val="00920927"/>
    <w:rsid w:val="00921B38"/>
    <w:rsid w:val="00923720"/>
    <w:rsid w:val="009278C9"/>
    <w:rsid w:val="00932CD7"/>
    <w:rsid w:val="00944C09"/>
    <w:rsid w:val="009527CB"/>
    <w:rsid w:val="00953835"/>
    <w:rsid w:val="00960F6C"/>
    <w:rsid w:val="00962B62"/>
    <w:rsid w:val="00967397"/>
    <w:rsid w:val="00970747"/>
    <w:rsid w:val="00993CEA"/>
    <w:rsid w:val="00997BFC"/>
    <w:rsid w:val="009A5900"/>
    <w:rsid w:val="009A6E6C"/>
    <w:rsid w:val="009A6F3F"/>
    <w:rsid w:val="009B331A"/>
    <w:rsid w:val="009B7F7C"/>
    <w:rsid w:val="009C2650"/>
    <w:rsid w:val="009D15E2"/>
    <w:rsid w:val="009D15FE"/>
    <w:rsid w:val="009D5D2C"/>
    <w:rsid w:val="009D75BE"/>
    <w:rsid w:val="009F0DCC"/>
    <w:rsid w:val="009F11CA"/>
    <w:rsid w:val="00A0695B"/>
    <w:rsid w:val="00A13052"/>
    <w:rsid w:val="00A216A8"/>
    <w:rsid w:val="00A223A6"/>
    <w:rsid w:val="00A3135C"/>
    <w:rsid w:val="00A3639E"/>
    <w:rsid w:val="00A3687B"/>
    <w:rsid w:val="00A5092E"/>
    <w:rsid w:val="00A554D6"/>
    <w:rsid w:val="00A56E14"/>
    <w:rsid w:val="00A6476B"/>
    <w:rsid w:val="00A76C6C"/>
    <w:rsid w:val="00A87356"/>
    <w:rsid w:val="00A92DD1"/>
    <w:rsid w:val="00AA5338"/>
    <w:rsid w:val="00AA5D02"/>
    <w:rsid w:val="00AB1B8E"/>
    <w:rsid w:val="00AB207E"/>
    <w:rsid w:val="00AB3EC1"/>
    <w:rsid w:val="00AB46DE"/>
    <w:rsid w:val="00AC0696"/>
    <w:rsid w:val="00AC4C98"/>
    <w:rsid w:val="00AC5F6B"/>
    <w:rsid w:val="00AD3896"/>
    <w:rsid w:val="00AD5B47"/>
    <w:rsid w:val="00AE1ED9"/>
    <w:rsid w:val="00AE32CB"/>
    <w:rsid w:val="00AF3957"/>
    <w:rsid w:val="00B0712C"/>
    <w:rsid w:val="00B12013"/>
    <w:rsid w:val="00B16F18"/>
    <w:rsid w:val="00B22C67"/>
    <w:rsid w:val="00B3508F"/>
    <w:rsid w:val="00B443EE"/>
    <w:rsid w:val="00B50558"/>
    <w:rsid w:val="00B52AAC"/>
    <w:rsid w:val="00B560C8"/>
    <w:rsid w:val="00B61150"/>
    <w:rsid w:val="00B65BC7"/>
    <w:rsid w:val="00B7233C"/>
    <w:rsid w:val="00B7425E"/>
    <w:rsid w:val="00B746B9"/>
    <w:rsid w:val="00B848D4"/>
    <w:rsid w:val="00B865B7"/>
    <w:rsid w:val="00B9148E"/>
    <w:rsid w:val="00B91517"/>
    <w:rsid w:val="00BA1CB1"/>
    <w:rsid w:val="00BA4178"/>
    <w:rsid w:val="00BA482D"/>
    <w:rsid w:val="00BA5F11"/>
    <w:rsid w:val="00BB1755"/>
    <w:rsid w:val="00BB23F4"/>
    <w:rsid w:val="00BC5075"/>
    <w:rsid w:val="00BC5419"/>
    <w:rsid w:val="00BD3B0F"/>
    <w:rsid w:val="00BD4A22"/>
    <w:rsid w:val="00BE5889"/>
    <w:rsid w:val="00BE7016"/>
    <w:rsid w:val="00BF1D4C"/>
    <w:rsid w:val="00BF3F0A"/>
    <w:rsid w:val="00C04238"/>
    <w:rsid w:val="00C143C3"/>
    <w:rsid w:val="00C1739B"/>
    <w:rsid w:val="00C21ADE"/>
    <w:rsid w:val="00C23D97"/>
    <w:rsid w:val="00C26067"/>
    <w:rsid w:val="00C30A29"/>
    <w:rsid w:val="00C317DC"/>
    <w:rsid w:val="00C36FBC"/>
    <w:rsid w:val="00C4364C"/>
    <w:rsid w:val="00C46565"/>
    <w:rsid w:val="00C578E9"/>
    <w:rsid w:val="00C70626"/>
    <w:rsid w:val="00C72860"/>
    <w:rsid w:val="00C72A48"/>
    <w:rsid w:val="00C73582"/>
    <w:rsid w:val="00C73B90"/>
    <w:rsid w:val="00C742EC"/>
    <w:rsid w:val="00C77D12"/>
    <w:rsid w:val="00C96AF3"/>
    <w:rsid w:val="00C97CCC"/>
    <w:rsid w:val="00CA0274"/>
    <w:rsid w:val="00CA139A"/>
    <w:rsid w:val="00CB746F"/>
    <w:rsid w:val="00CC1E1C"/>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71AA"/>
    <w:rsid w:val="00D52946"/>
    <w:rsid w:val="00D54C76"/>
    <w:rsid w:val="00D607DE"/>
    <w:rsid w:val="00D632BB"/>
    <w:rsid w:val="00D71E43"/>
    <w:rsid w:val="00D727F3"/>
    <w:rsid w:val="00D73695"/>
    <w:rsid w:val="00D810DE"/>
    <w:rsid w:val="00D82892"/>
    <w:rsid w:val="00D85CEC"/>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4046B"/>
    <w:rsid w:val="00E501F0"/>
    <w:rsid w:val="00E6166D"/>
    <w:rsid w:val="00E91BFF"/>
    <w:rsid w:val="00E92933"/>
    <w:rsid w:val="00E94FAD"/>
    <w:rsid w:val="00EB0AA4"/>
    <w:rsid w:val="00EB5C88"/>
    <w:rsid w:val="00EC0469"/>
    <w:rsid w:val="00EC0C3E"/>
    <w:rsid w:val="00ED5AAC"/>
    <w:rsid w:val="00EF01F8"/>
    <w:rsid w:val="00EF3268"/>
    <w:rsid w:val="00EF40EF"/>
    <w:rsid w:val="00EF47FE"/>
    <w:rsid w:val="00F02CB7"/>
    <w:rsid w:val="00F0614C"/>
    <w:rsid w:val="00F069BD"/>
    <w:rsid w:val="00F1480E"/>
    <w:rsid w:val="00F1497D"/>
    <w:rsid w:val="00F16AAC"/>
    <w:rsid w:val="00F30C7D"/>
    <w:rsid w:val="00F33FF2"/>
    <w:rsid w:val="00F438FC"/>
    <w:rsid w:val="00F5616F"/>
    <w:rsid w:val="00F56451"/>
    <w:rsid w:val="00F56827"/>
    <w:rsid w:val="00F62866"/>
    <w:rsid w:val="00F62B7B"/>
    <w:rsid w:val="00F65EF0"/>
    <w:rsid w:val="00F71651"/>
    <w:rsid w:val="00F76191"/>
    <w:rsid w:val="00F76CC6"/>
    <w:rsid w:val="00F777DC"/>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unhideWhenUsed/>
    <w:locked/>
    <w:rsid w:val="00AA5338"/>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D85CEC"/>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543">
      <w:bodyDiv w:val="1"/>
      <w:marLeft w:val="0"/>
      <w:marRight w:val="0"/>
      <w:marTop w:val="0"/>
      <w:marBottom w:val="0"/>
      <w:divBdr>
        <w:top w:val="none" w:sz="0" w:space="0" w:color="auto"/>
        <w:left w:val="none" w:sz="0" w:space="0" w:color="auto"/>
        <w:bottom w:val="none" w:sz="0" w:space="0" w:color="auto"/>
        <w:right w:val="none" w:sz="0" w:space="0" w:color="auto"/>
      </w:divBdr>
    </w:div>
    <w:div w:id="25567308">
      <w:bodyDiv w:val="1"/>
      <w:marLeft w:val="0"/>
      <w:marRight w:val="0"/>
      <w:marTop w:val="0"/>
      <w:marBottom w:val="0"/>
      <w:divBdr>
        <w:top w:val="none" w:sz="0" w:space="0" w:color="auto"/>
        <w:left w:val="none" w:sz="0" w:space="0" w:color="auto"/>
        <w:bottom w:val="none" w:sz="0" w:space="0" w:color="auto"/>
        <w:right w:val="none" w:sz="0" w:space="0" w:color="auto"/>
      </w:divBdr>
    </w:div>
    <w:div w:id="55595138">
      <w:bodyDiv w:val="1"/>
      <w:marLeft w:val="0"/>
      <w:marRight w:val="0"/>
      <w:marTop w:val="0"/>
      <w:marBottom w:val="0"/>
      <w:divBdr>
        <w:top w:val="none" w:sz="0" w:space="0" w:color="auto"/>
        <w:left w:val="none" w:sz="0" w:space="0" w:color="auto"/>
        <w:bottom w:val="none" w:sz="0" w:space="0" w:color="auto"/>
        <w:right w:val="none" w:sz="0" w:space="0" w:color="auto"/>
      </w:divBdr>
    </w:div>
    <w:div w:id="8480775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9619051">
      <w:bodyDiv w:val="1"/>
      <w:marLeft w:val="0"/>
      <w:marRight w:val="0"/>
      <w:marTop w:val="0"/>
      <w:marBottom w:val="0"/>
      <w:divBdr>
        <w:top w:val="none" w:sz="0" w:space="0" w:color="auto"/>
        <w:left w:val="none" w:sz="0" w:space="0" w:color="auto"/>
        <w:bottom w:val="none" w:sz="0" w:space="0" w:color="auto"/>
        <w:right w:val="none" w:sz="0" w:space="0" w:color="auto"/>
      </w:divBdr>
    </w:div>
    <w:div w:id="653293186">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77740644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35480161">
      <w:bodyDiv w:val="1"/>
      <w:marLeft w:val="0"/>
      <w:marRight w:val="0"/>
      <w:marTop w:val="0"/>
      <w:marBottom w:val="0"/>
      <w:divBdr>
        <w:top w:val="none" w:sz="0" w:space="0" w:color="auto"/>
        <w:left w:val="none" w:sz="0" w:space="0" w:color="auto"/>
        <w:bottom w:val="none" w:sz="0" w:space="0" w:color="auto"/>
        <w:right w:val="none" w:sz="0" w:space="0" w:color="auto"/>
      </w:divBdr>
    </w:div>
    <w:div w:id="1005982798">
      <w:bodyDiv w:val="1"/>
      <w:marLeft w:val="0"/>
      <w:marRight w:val="0"/>
      <w:marTop w:val="0"/>
      <w:marBottom w:val="0"/>
      <w:divBdr>
        <w:top w:val="none" w:sz="0" w:space="0" w:color="auto"/>
        <w:left w:val="none" w:sz="0" w:space="0" w:color="auto"/>
        <w:bottom w:val="none" w:sz="0" w:space="0" w:color="auto"/>
        <w:right w:val="none" w:sz="0" w:space="0" w:color="auto"/>
      </w:divBdr>
    </w:div>
    <w:div w:id="1173573047">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820532383">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195239560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BF651-9D12-4794-B15B-F30CACF09E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sharepoint/v3"/>
    <ds:schemaRef ds:uri="http://schemas.microsoft.com/office/infopath/2007/PartnerControls"/>
    <ds:schemaRef ds:uri="http://purl.org/dc/terms/"/>
    <ds:schemaRef ds:uri="7ee3a392-9fd5-4e44-986b-b11872d0f857"/>
    <ds:schemaRef ds:uri="d50bbff7-d6dd-47d2-864a-cfdc2c3db0f4"/>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FC9EFBB-B53C-4C98-8A22-10AEB8BD4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167</TotalTime>
  <Pages>4</Pages>
  <Words>963</Words>
  <Characters>5494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13</cp:revision>
  <cp:lastPrinted>2016-05-27T05:21:00Z</cp:lastPrinted>
  <dcterms:created xsi:type="dcterms:W3CDTF">2021-09-14T01:14:00Z</dcterms:created>
  <dcterms:modified xsi:type="dcterms:W3CDTF">2022-05-13T02:08:00Z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